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628"/>
      </w:tblGrid>
      <w:tr w:rsidR="002E5A29" w:rsidRPr="00E82432" w14:paraId="2F4F3199" w14:textId="77777777" w:rsidTr="00382DEA">
        <w:tc>
          <w:tcPr>
            <w:tcW w:w="9628" w:type="dxa"/>
          </w:tcPr>
          <w:p w14:paraId="0108EFB4" w14:textId="77777777" w:rsidR="002E5A29" w:rsidRPr="00E82432" w:rsidRDefault="002E5A29" w:rsidP="00382DEA">
            <w:pPr>
              <w:pStyle w:val="En-tte"/>
              <w:spacing w:line="280" w:lineRule="exact"/>
              <w:jc w:val="center"/>
              <w:rPr>
                <w:rFonts w:ascii="Leelawadee" w:hAnsi="Leelawadee" w:cs="Leelawadee"/>
                <w:b/>
              </w:rPr>
            </w:pPr>
          </w:p>
          <w:p w14:paraId="1600948A" w14:textId="676BF66A" w:rsidR="002E5A29" w:rsidRPr="00E82432" w:rsidRDefault="002E5A29" w:rsidP="005E7828">
            <w:pPr>
              <w:pStyle w:val="En-tte"/>
              <w:spacing w:line="280" w:lineRule="exact"/>
              <w:jc w:val="center"/>
              <w:rPr>
                <w:rFonts w:ascii="Leelawadee" w:hAnsi="Leelawadee" w:cs="Leelawadee"/>
                <w:b/>
              </w:rPr>
            </w:pPr>
            <w:r>
              <w:rPr>
                <w:rFonts w:ascii="Leelawadee" w:hAnsi="Leelawadee" w:cs="Leelawadee"/>
                <w:b/>
                <w:sz w:val="28"/>
              </w:rPr>
              <w:t>ANNEXE X</w:t>
            </w:r>
            <w:r w:rsidRPr="00E82432">
              <w:rPr>
                <w:rFonts w:ascii="Leelawadee" w:hAnsi="Leelawadee" w:cs="Leelawadee"/>
                <w:b/>
                <w:sz w:val="28"/>
              </w:rPr>
              <w:t xml:space="preserve"> </w:t>
            </w:r>
            <w:r>
              <w:rPr>
                <w:rFonts w:ascii="Leelawadee" w:hAnsi="Leelawadee" w:cs="Leelawadee"/>
                <w:b/>
                <w:sz w:val="28"/>
              </w:rPr>
              <w:t>AU REGLEMENT DE LA CONSULTATION</w:t>
            </w:r>
            <w:r w:rsidR="0026387A">
              <w:rPr>
                <w:rFonts w:ascii="Leelawadee" w:hAnsi="Leelawadee" w:cs="Leelawadee"/>
                <w:b/>
                <w:sz w:val="28"/>
              </w:rPr>
              <w:t xml:space="preserve"> </w:t>
            </w:r>
          </w:p>
        </w:tc>
      </w:tr>
      <w:tr w:rsidR="002E5A29" w:rsidRPr="00E82432" w14:paraId="5E1A6218" w14:textId="77777777" w:rsidTr="00382DEA">
        <w:tc>
          <w:tcPr>
            <w:tcW w:w="9628" w:type="dxa"/>
          </w:tcPr>
          <w:p w14:paraId="0C2E8EA8" w14:textId="77777777" w:rsidR="002E5A29" w:rsidRPr="00E82432" w:rsidRDefault="002E5A29" w:rsidP="00382DEA">
            <w:pPr>
              <w:pStyle w:val="En-tte"/>
              <w:spacing w:line="280" w:lineRule="exact"/>
              <w:jc w:val="center"/>
              <w:rPr>
                <w:rFonts w:ascii="Leelawadee" w:hAnsi="Leelawadee" w:cs="Leelawadee"/>
              </w:rPr>
            </w:pPr>
          </w:p>
          <w:p w14:paraId="71236EDD" w14:textId="77777777" w:rsidR="002E5A29" w:rsidRPr="00E82432" w:rsidRDefault="002E5A29" w:rsidP="00382DEA">
            <w:pPr>
              <w:pStyle w:val="En-tte"/>
              <w:spacing w:line="280" w:lineRule="exact"/>
              <w:jc w:val="center"/>
              <w:rPr>
                <w:rFonts w:ascii="Leelawadee" w:hAnsi="Leelawadee" w:cs="Leelawadee"/>
                <w:b/>
                <w:sz w:val="24"/>
              </w:rPr>
            </w:pPr>
            <w:r w:rsidRPr="00E82432">
              <w:rPr>
                <w:rFonts w:ascii="Leelawadee" w:hAnsi="Leelawadee" w:cs="Leelawadee"/>
                <w:b/>
                <w:sz w:val="24"/>
              </w:rPr>
              <w:t>ATTESTATION SUR L’HONNEUR</w:t>
            </w:r>
          </w:p>
          <w:p w14:paraId="7760F816" w14:textId="77777777" w:rsidR="002E5A29" w:rsidRPr="00E82432" w:rsidRDefault="002E5A29" w:rsidP="00382DEA">
            <w:pPr>
              <w:pStyle w:val="En-tte"/>
              <w:spacing w:line="280" w:lineRule="exact"/>
              <w:jc w:val="center"/>
              <w:rPr>
                <w:rFonts w:ascii="Leelawadee" w:hAnsi="Leelawadee" w:cs="Leelawadee"/>
              </w:rPr>
            </w:pPr>
          </w:p>
        </w:tc>
      </w:tr>
    </w:tbl>
    <w:p w14:paraId="70509609" w14:textId="77777777" w:rsidR="00767FE3" w:rsidRPr="00E82432" w:rsidRDefault="00767FE3" w:rsidP="00E82432">
      <w:pPr>
        <w:pStyle w:val="Titre-Bleu"/>
        <w:spacing w:after="240" w:line="240" w:lineRule="auto"/>
        <w:jc w:val="left"/>
        <w:rPr>
          <w:rFonts w:ascii="Leelawadee" w:hAnsi="Leelawadee" w:cs="Leelawadee"/>
          <w:sz w:val="20"/>
        </w:rPr>
      </w:pPr>
    </w:p>
    <w:p w14:paraId="5E98D393" w14:textId="77777777"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 xml:space="preserve">Je, soussigné, </w:t>
      </w:r>
      <w:r w:rsidR="00905643" w:rsidRPr="00E82432">
        <w:rPr>
          <w:rFonts w:ascii="Leelawadee" w:hAnsi="Leelawadee" w:cs="Leelawadee"/>
        </w:rPr>
        <w:t>………………………………</w:t>
      </w:r>
      <w:proofErr w:type="gramStart"/>
      <w:r w:rsidR="00905643" w:rsidRPr="00E82432">
        <w:rPr>
          <w:rFonts w:ascii="Leelawadee" w:hAnsi="Leelawadee" w:cs="Leelawadee"/>
        </w:rPr>
        <w:t>……</w:t>
      </w:r>
      <w:r w:rsidR="002C1A2B" w:rsidRPr="00E82432">
        <w:rPr>
          <w:rFonts w:ascii="Leelawadee" w:hAnsi="Leelawadee" w:cs="Leelawadee"/>
        </w:rPr>
        <w:t>.</w:t>
      </w:r>
      <w:proofErr w:type="gramEnd"/>
      <w:r w:rsidR="002C1A2B" w:rsidRPr="00E82432">
        <w:rPr>
          <w:rFonts w:ascii="Leelawadee" w:hAnsi="Leelawadee" w:cs="Leelawadee"/>
        </w:rPr>
        <w:t>,</w:t>
      </w:r>
      <w:r w:rsidRPr="00E82432">
        <w:rPr>
          <w:rFonts w:ascii="Leelawadee" w:hAnsi="Leelawadee" w:cs="Leelawadee"/>
        </w:rPr>
        <w:t xml:space="preserve"> représentant légal de la société </w:t>
      </w:r>
      <w:r w:rsidR="002C1A2B" w:rsidRPr="00E82432">
        <w:rPr>
          <w:rFonts w:ascii="Leelawadee" w:hAnsi="Leelawadee" w:cs="Leelawadee"/>
        </w:rPr>
        <w:t>………………………………………………</w:t>
      </w:r>
      <w:r w:rsidRPr="00E82432">
        <w:rPr>
          <w:rFonts w:ascii="Leelawadee" w:hAnsi="Leelawadee" w:cs="Leelawadee"/>
        </w:rPr>
        <w:t xml:space="preserve">, </w:t>
      </w:r>
    </w:p>
    <w:p w14:paraId="27F9956E" w14:textId="68A8FDE6"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Candidat à l’attribution</w:t>
      </w:r>
      <w:r w:rsidR="00686D24">
        <w:rPr>
          <w:rFonts w:ascii="Leelawadee" w:hAnsi="Leelawadee" w:cs="Leelawadee"/>
        </w:rPr>
        <w:t xml:space="preserve"> d’un</w:t>
      </w:r>
      <w:r w:rsidR="002C1A2B" w:rsidRPr="00E82432">
        <w:rPr>
          <w:rFonts w:ascii="Leelawadee" w:hAnsi="Leelawadee" w:cs="Leelawadee"/>
        </w:rPr>
        <w:t xml:space="preserve"> marché </w:t>
      </w:r>
      <w:r w:rsidR="00686D24">
        <w:rPr>
          <w:rFonts w:ascii="Leelawadee" w:hAnsi="Leelawadee" w:cs="Leelawadee"/>
        </w:rPr>
        <w:t xml:space="preserve">issu de consultation </w:t>
      </w:r>
      <w:r w:rsidR="005E7828">
        <w:rPr>
          <w:rFonts w:ascii="Leelawadee" w:hAnsi="Leelawadee" w:cs="Leelawadee"/>
          <w:b/>
        </w:rPr>
        <w:t>25-AL271CCL</w:t>
      </w:r>
      <w:r w:rsidR="00B20342" w:rsidRPr="00E82432">
        <w:rPr>
          <w:rFonts w:ascii="Leelawadee" w:hAnsi="Leelawadee" w:cs="Leelawadee"/>
        </w:rPr>
        <w:t xml:space="preserve">, </w:t>
      </w:r>
      <w:r w:rsidR="002E5A29">
        <w:rPr>
          <w:rFonts w:ascii="Leelawadee" w:hAnsi="Leelawadee" w:cs="Leelawadee"/>
        </w:rPr>
        <w:t xml:space="preserve">relative à </w:t>
      </w:r>
      <w:r w:rsidR="005E7828" w:rsidRPr="005E7828">
        <w:rPr>
          <w:rFonts w:ascii="Leelawadee UI" w:hAnsi="Leelawadee UI" w:cs="Leelawadee UI"/>
          <w:bCs/>
          <w:caps/>
          <w:color w:val="000000"/>
        </w:rPr>
        <w:t>Concession de services concédant la mise à disposition du domaine public de l’assistance publique – hôpitaux de paris et l’exploitation d’une cafétEria restauration rapide et espace librairie presse destine aux Patients, familles, personnels et visiteurs de l’hopital corentin celton</w:t>
      </w:r>
    </w:p>
    <w:p w14:paraId="2CE66D6F" w14:textId="3B38E6DD"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 xml:space="preserve">Déclare sur </w:t>
      </w:r>
      <w:r w:rsidR="00A456AC" w:rsidRPr="00E82432">
        <w:rPr>
          <w:rFonts w:ascii="Leelawadee" w:hAnsi="Leelawadee" w:cs="Leelawadee"/>
        </w:rPr>
        <w:t>l’honneur</w:t>
      </w:r>
      <w:r w:rsidR="00A124F9">
        <w:rPr>
          <w:rFonts w:ascii="Leelawadee" w:hAnsi="Leelawadee" w:cs="Leelawadee"/>
          <w:vertAlign w:val="superscript"/>
        </w:rPr>
        <w:t xml:space="preserve"> </w:t>
      </w:r>
      <w:r w:rsidRPr="00E82432">
        <w:rPr>
          <w:rFonts w:ascii="Leelawadee" w:hAnsi="Leelawadee" w:cs="Leelawadee"/>
        </w:rPr>
        <w:t xml:space="preserve">: </w:t>
      </w:r>
    </w:p>
    <w:p w14:paraId="1F011850" w14:textId="3A97E167" w:rsidR="00C04A3D" w:rsidRPr="00E82432" w:rsidRDefault="005E7828" w:rsidP="00E82432">
      <w:pPr>
        <w:spacing w:after="240" w:line="240" w:lineRule="auto"/>
        <w:jc w:val="both"/>
        <w:rPr>
          <w:rFonts w:ascii="Leelawadee" w:hAnsi="Leelawadee" w:cs="Leelawadee"/>
        </w:rPr>
      </w:pPr>
      <w:sdt>
        <w:sdtPr>
          <w:rPr>
            <w:rFonts w:ascii="Leelawadee" w:hAnsi="Leelawadee" w:cs="Leelawadee"/>
          </w:rPr>
          <w:id w:val="620883731"/>
          <w14:checkbox>
            <w14:checked w14:val="0"/>
            <w14:checkedState w14:val="2612" w14:font="MS Gothic"/>
            <w14:uncheckedState w14:val="2610" w14:font="MS Gothic"/>
          </w14:checkbox>
        </w:sdtPr>
        <w:sdtEndPr/>
        <w:sdtContent>
          <w:r w:rsidR="00D555A4">
            <w:rPr>
              <w:rFonts w:ascii="MS Gothic" w:eastAsia="MS Gothic" w:hAnsi="MS Gothic" w:cs="Leelawadee" w:hint="eastAsia"/>
            </w:rPr>
            <w:t>☐</w:t>
          </w:r>
        </w:sdtContent>
      </w:sdt>
      <w:r w:rsidR="00B06B00" w:rsidRPr="00E82432">
        <w:rPr>
          <w:rFonts w:ascii="Leelawadee" w:hAnsi="Leelawadee" w:cs="Leelawadee"/>
        </w:rPr>
        <w:t> </w:t>
      </w:r>
      <w:r w:rsidR="007270E0" w:rsidRPr="00E82432">
        <w:rPr>
          <w:rFonts w:ascii="Leelawadee" w:hAnsi="Leelawadee" w:cs="Leelawadee"/>
        </w:rPr>
        <w:t>N</w:t>
      </w:r>
      <w:r w:rsidR="00C04A3D" w:rsidRPr="00E82432">
        <w:rPr>
          <w:rFonts w:ascii="Leelawadee" w:hAnsi="Leelawadee" w:cs="Leelawadee"/>
        </w:rPr>
        <w:t xml:space="preserve">e pas être un ressortissant russe ou une personne physique ou morale, une entité ou un organisme établi sur le territoire russe ; </w:t>
      </w:r>
    </w:p>
    <w:p w14:paraId="080E7880" w14:textId="0D5D5582" w:rsidR="00C04A3D" w:rsidRPr="00E82432" w:rsidRDefault="005E7828" w:rsidP="00B06B00">
      <w:pPr>
        <w:pStyle w:val="Default"/>
        <w:spacing w:after="240"/>
        <w:jc w:val="both"/>
        <w:rPr>
          <w:rFonts w:ascii="Leelawadee" w:hAnsi="Leelawadee" w:cs="Leelawadee"/>
          <w:sz w:val="20"/>
          <w:szCs w:val="20"/>
        </w:rPr>
      </w:pPr>
      <w:sdt>
        <w:sdtPr>
          <w:rPr>
            <w:rFonts w:ascii="Leelawadee" w:hAnsi="Leelawadee" w:cs="Leelawadee"/>
            <w:sz w:val="20"/>
            <w:szCs w:val="20"/>
          </w:rPr>
          <w:id w:val="-1512754541"/>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être détenu à plus de 50 %, et ce, de manière directe ou indirecte, par une entité établie sur le territoire russe ; </w:t>
      </w:r>
    </w:p>
    <w:p w14:paraId="2E318C42" w14:textId="41AFB6F5" w:rsidR="00C04A3D" w:rsidRPr="00E82432" w:rsidRDefault="005E7828" w:rsidP="00B06B00">
      <w:pPr>
        <w:pStyle w:val="Default"/>
        <w:spacing w:after="240"/>
        <w:jc w:val="both"/>
        <w:rPr>
          <w:rFonts w:ascii="Leelawadee" w:hAnsi="Leelawadee" w:cs="Leelawadee"/>
          <w:sz w:val="20"/>
          <w:szCs w:val="20"/>
        </w:rPr>
      </w:pPr>
      <w:sdt>
        <w:sdtPr>
          <w:rPr>
            <w:rFonts w:ascii="Leelawadee" w:hAnsi="Leelawadee" w:cs="Leelawadee"/>
            <w:sz w:val="20"/>
            <w:szCs w:val="20"/>
          </w:rPr>
          <w:id w:val="1016273330"/>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agir pour le compte ou sur instruction d’une entité établie sur le territoire russe ou d’une entité détenue à plus de 50 % par une entité elle-même établie sur le territoire russe ; </w:t>
      </w:r>
    </w:p>
    <w:p w14:paraId="3DDE9DF0" w14:textId="30B7330D" w:rsidR="00C04A3D" w:rsidRPr="00E82432" w:rsidRDefault="005E7828" w:rsidP="00B06B00">
      <w:pPr>
        <w:pStyle w:val="Default"/>
        <w:spacing w:after="240"/>
        <w:jc w:val="both"/>
        <w:rPr>
          <w:rFonts w:ascii="Leelawadee" w:hAnsi="Leelawadee" w:cs="Leelawadee"/>
          <w:sz w:val="20"/>
          <w:szCs w:val="20"/>
        </w:rPr>
      </w:pPr>
      <w:sdt>
        <w:sdtPr>
          <w:rPr>
            <w:rFonts w:ascii="Leelawadee" w:hAnsi="Leelawadee" w:cs="Leelawadee"/>
            <w:sz w:val="20"/>
            <w:szCs w:val="20"/>
          </w:rPr>
          <w:id w:val="-326280162"/>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B06B00" w:rsidRPr="00E82432">
        <w:rPr>
          <w:rFonts w:ascii="Leelawadee" w:hAnsi="Leelawadee" w:cs="Leelawadee"/>
          <w:sz w:val="20"/>
          <w:szCs w:val="20"/>
        </w:rPr>
        <w:t> </w:t>
      </w:r>
      <w:r w:rsidR="007270E0" w:rsidRPr="00E82432">
        <w:rPr>
          <w:rFonts w:ascii="Leelawadee" w:hAnsi="Leelawadee" w:cs="Leelawadee"/>
          <w:sz w:val="20"/>
          <w:szCs w:val="20"/>
        </w:rPr>
        <w:t>N</w:t>
      </w:r>
      <w:r w:rsidR="00C04A3D" w:rsidRPr="00E82432">
        <w:rPr>
          <w:rFonts w:ascii="Leelawadee" w:hAnsi="Leelawadee" w:cs="Leelawadee"/>
          <w:sz w:val="20"/>
          <w:szCs w:val="20"/>
        </w:rPr>
        <w:t>e pas avoir</w:t>
      </w:r>
      <w:r w:rsidR="00022E28">
        <w:rPr>
          <w:rFonts w:ascii="Leelawadee" w:hAnsi="Leelawadee" w:cs="Leelawadee"/>
          <w:sz w:val="20"/>
          <w:szCs w:val="20"/>
        </w:rPr>
        <w:t xml:space="preserve"> </w:t>
      </w:r>
      <w:r w:rsidR="00C04A3D" w:rsidRPr="00E82432">
        <w:rPr>
          <w:rFonts w:ascii="Leelawadee" w:hAnsi="Leelawadee" w:cs="Leelawadee"/>
          <w:sz w:val="20"/>
          <w:szCs w:val="20"/>
        </w:rPr>
        <w:t xml:space="preserve">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205DD17D" w14:textId="77777777" w:rsidR="00C04A3D" w:rsidRPr="00E82432" w:rsidRDefault="00C04A3D" w:rsidP="007270E0">
      <w:pPr>
        <w:spacing w:after="240" w:line="240" w:lineRule="auto"/>
        <w:ind w:firstLine="567"/>
        <w:jc w:val="both"/>
        <w:rPr>
          <w:rFonts w:ascii="Leelawadee" w:hAnsi="Leelawadee" w:cs="Leelawadee"/>
        </w:rPr>
      </w:pPr>
      <w:r w:rsidRPr="00E82432">
        <w:rPr>
          <w:rFonts w:ascii="Leelawadee" w:hAnsi="Leelawadee" w:cs="Leelawadee"/>
        </w:rPr>
        <w:t xml:space="preserve">Je suis par ailleurs informé(e) que l’établissement d’une fausse déclaration, incomplète ou erronée m’expose à des sanctions pénales et à la résiliation du marché dont je suis titulaire. </w:t>
      </w:r>
    </w:p>
    <w:p w14:paraId="4A3A5EF5" w14:textId="77777777" w:rsidR="00C04A3D" w:rsidRPr="00E82432" w:rsidRDefault="00C04A3D" w:rsidP="007270E0">
      <w:pPr>
        <w:spacing w:before="600" w:after="240" w:line="240" w:lineRule="auto"/>
        <w:jc w:val="right"/>
        <w:rPr>
          <w:rFonts w:ascii="Leelawadee" w:hAnsi="Leelawadee" w:cs="Leelawadee"/>
        </w:rPr>
      </w:pPr>
      <w:r w:rsidRPr="00E82432">
        <w:rPr>
          <w:rFonts w:ascii="Leelawadee" w:hAnsi="Leelawadee" w:cs="Leelawadee"/>
        </w:rPr>
        <w:t>Date et sig</w:t>
      </w:r>
      <w:r w:rsidR="00063773" w:rsidRPr="00E82432">
        <w:rPr>
          <w:rFonts w:ascii="Leelawadee" w:hAnsi="Leelawadee" w:cs="Leelawadee"/>
        </w:rPr>
        <w:t>nature de la personne habilitée</w:t>
      </w:r>
    </w:p>
    <w:sectPr w:rsidR="00C04A3D" w:rsidRPr="00E82432" w:rsidSect="002E5A29">
      <w:headerReference w:type="default" r:id="rId8"/>
      <w:footerReference w:type="default" r:id="rId9"/>
      <w:headerReference w:type="first" r:id="rId10"/>
      <w:footerReference w:type="first" r:id="rId11"/>
      <w:type w:val="continuous"/>
      <w:pgSz w:w="11906" w:h="16838" w:code="9"/>
      <w:pgMar w:top="680" w:right="1134" w:bottom="3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87153" w14:textId="77777777" w:rsidR="002F348F" w:rsidRDefault="002F348F" w:rsidP="00F40A95">
      <w:r>
        <w:separator/>
      </w:r>
    </w:p>
  </w:endnote>
  <w:endnote w:type="continuationSeparator" w:id="0">
    <w:p w14:paraId="451A55BF" w14:textId="77777777" w:rsidR="002F348F" w:rsidRDefault="002F348F"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altName w:val="Tahoma"/>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Leelawadee">
    <w:panose1 w:val="020B0502040204020203"/>
    <w:charset w:val="00"/>
    <w:family w:val="swiss"/>
    <w:pitch w:val="variable"/>
    <w:sig w:usb0="01000003" w:usb1="00000000" w:usb2="00000000" w:usb3="00000000" w:csb0="00010001"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72870" w14:textId="77777777" w:rsidR="000D5811" w:rsidRDefault="000D5811">
    <w:pPr>
      <w:pStyle w:val="Pieddepage"/>
    </w:pPr>
  </w:p>
  <w:p w14:paraId="4BF71B2A" w14:textId="77777777" w:rsidR="00567D81" w:rsidRDefault="00567D81">
    <w:pPr>
      <w:pStyle w:val="Pieddepage"/>
    </w:pPr>
  </w:p>
  <w:p w14:paraId="61DA093A" w14:textId="77777777" w:rsidR="00567D81" w:rsidRDefault="00567D81">
    <w:pPr>
      <w:pStyle w:val="Pieddepage"/>
    </w:pPr>
  </w:p>
  <w:p w14:paraId="04A0D04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EF3B1" w14:textId="77777777" w:rsidR="000D5811" w:rsidRDefault="000D5811">
    <w:pPr>
      <w:pStyle w:val="Pieddepage"/>
    </w:pPr>
  </w:p>
  <w:p w14:paraId="4F577EFA" w14:textId="77777777" w:rsidR="000D5811" w:rsidRDefault="000D5811">
    <w:pPr>
      <w:pStyle w:val="Pieddepage"/>
    </w:pPr>
  </w:p>
  <w:p w14:paraId="6AAF2711" w14:textId="77777777" w:rsidR="00567D81" w:rsidRDefault="00567D81">
    <w:pPr>
      <w:pStyle w:val="Pieddepage"/>
    </w:pPr>
  </w:p>
  <w:p w14:paraId="5C7AA6BE"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9BFD6" w14:textId="77777777" w:rsidR="002F348F" w:rsidRDefault="002F348F" w:rsidP="00F40A95">
      <w:r>
        <w:separator/>
      </w:r>
    </w:p>
  </w:footnote>
  <w:footnote w:type="continuationSeparator" w:id="0">
    <w:p w14:paraId="486C3759" w14:textId="77777777" w:rsidR="002F348F" w:rsidRDefault="002F348F"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556D8C90" w14:textId="77777777" w:rsidTr="00615ABA">
      <w:trPr>
        <w:trHeight w:val="192"/>
      </w:trPr>
      <w:tc>
        <w:tcPr>
          <w:tcW w:w="11000" w:type="dxa"/>
          <w:gridSpan w:val="3"/>
          <w:vAlign w:val="bottom"/>
        </w:tcPr>
        <w:p w14:paraId="3CAD0A36" w14:textId="77777777" w:rsidR="00A33DCB" w:rsidRPr="003229F9" w:rsidRDefault="00A33DCB" w:rsidP="00A33DCB"/>
      </w:tc>
    </w:tr>
    <w:tr w:rsidR="00A33DCB" w14:paraId="34705E45" w14:textId="77777777" w:rsidTr="00615ABA">
      <w:trPr>
        <w:trHeight w:val="192"/>
      </w:trPr>
      <w:tc>
        <w:tcPr>
          <w:tcW w:w="5217" w:type="dxa"/>
          <w:vAlign w:val="bottom"/>
        </w:tcPr>
        <w:p w14:paraId="66B64D12" w14:textId="77777777" w:rsidR="00A33DCB" w:rsidRPr="003229F9" w:rsidRDefault="00A33DCB" w:rsidP="00A33DCB">
          <w:pPr>
            <w:pStyle w:val="TextePieddepage"/>
          </w:pPr>
        </w:p>
      </w:tc>
      <w:tc>
        <w:tcPr>
          <w:tcW w:w="567" w:type="dxa"/>
          <w:vAlign w:val="bottom"/>
        </w:tcPr>
        <w:p w14:paraId="7AB7A6CB" w14:textId="149AB94C"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A124F9">
            <w:rPr>
              <w:noProof/>
            </w:rPr>
            <w:t>2</w:t>
          </w:r>
          <w:r>
            <w:fldChar w:fldCharType="end"/>
          </w:r>
          <w:r w:rsidRPr="00F41386">
            <w:t>]</w:t>
          </w:r>
        </w:p>
      </w:tc>
      <w:tc>
        <w:tcPr>
          <w:tcW w:w="5216" w:type="dxa"/>
          <w:vAlign w:val="bottom"/>
        </w:tcPr>
        <w:p w14:paraId="7286B23A" w14:textId="77777777" w:rsidR="00A33DCB" w:rsidRPr="003229F9" w:rsidRDefault="00A33DCB" w:rsidP="00A33DCB"/>
      </w:tc>
    </w:tr>
    <w:tr w:rsidR="00A33DCB" w14:paraId="27AC5055" w14:textId="77777777" w:rsidTr="00615ABA">
      <w:trPr>
        <w:trHeight w:hRule="exact" w:val="709"/>
      </w:trPr>
      <w:tc>
        <w:tcPr>
          <w:tcW w:w="11000" w:type="dxa"/>
          <w:gridSpan w:val="3"/>
          <w:vAlign w:val="bottom"/>
        </w:tcPr>
        <w:p w14:paraId="55DD5901" w14:textId="77777777" w:rsidR="00A33DCB" w:rsidRPr="003229F9" w:rsidRDefault="00A33DCB" w:rsidP="00A33DCB"/>
      </w:tc>
    </w:tr>
  </w:tbl>
  <w:p w14:paraId="1892A5F9"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6947E42A" w14:textId="77777777" w:rsidTr="00E66071">
      <w:trPr>
        <w:gridAfter w:val="1"/>
        <w:wAfter w:w="10858" w:type="dxa"/>
        <w:trHeight w:val="567"/>
      </w:trPr>
      <w:tc>
        <w:tcPr>
          <w:tcW w:w="142" w:type="dxa"/>
          <w:tcBorders>
            <w:top w:val="nil"/>
            <w:left w:val="nil"/>
            <w:bottom w:val="nil"/>
            <w:right w:val="nil"/>
          </w:tcBorders>
        </w:tcPr>
        <w:p w14:paraId="04CDE146" w14:textId="77777777" w:rsidR="00D67874" w:rsidRPr="00567D81" w:rsidRDefault="00D67874" w:rsidP="00567D81"/>
      </w:tc>
    </w:tr>
    <w:tr w:rsidR="00567D81" w:rsidRPr="00567D81" w14:paraId="2248DA3F" w14:textId="77777777" w:rsidTr="00E66071">
      <w:trPr>
        <w:trHeight w:hRule="exact" w:val="340"/>
      </w:trPr>
      <w:tc>
        <w:tcPr>
          <w:tcW w:w="11000" w:type="dxa"/>
          <w:gridSpan w:val="2"/>
          <w:tcBorders>
            <w:top w:val="nil"/>
            <w:left w:val="nil"/>
            <w:bottom w:val="nil"/>
            <w:right w:val="nil"/>
          </w:tcBorders>
        </w:tcPr>
        <w:p w14:paraId="0608FFC5" w14:textId="77777777" w:rsidR="00567D81" w:rsidRPr="00567D81" w:rsidRDefault="00567D81" w:rsidP="00567D81"/>
      </w:tc>
    </w:tr>
  </w:tbl>
  <w:p w14:paraId="1E1AAED3" w14:textId="42C827BE" w:rsidR="002E5A29" w:rsidRDefault="002E5A29" w:rsidP="002E5A29">
    <w:pPr>
      <w:pStyle w:val="En-tte"/>
      <w:spacing w:line="280" w:lineRule="exact"/>
    </w:pPr>
    <w:r w:rsidRPr="00F864AD">
      <w:rPr>
        <w:rFonts w:ascii="Leelawadee" w:hAnsi="Leelawadee" w:cs="Leelawadee"/>
        <w:noProof/>
        <w:lang w:eastAsia="fr-FR"/>
      </w:rPr>
      <mc:AlternateContent>
        <mc:Choice Requires="wpg">
          <w:drawing>
            <wp:anchor distT="0" distB="0" distL="114300" distR="114300" simplePos="0" relativeHeight="251661312" behindDoc="0" locked="0" layoutInCell="1" allowOverlap="1" wp14:anchorId="00604AD8" wp14:editId="47A90BC3">
              <wp:simplePos x="0" y="0"/>
              <wp:positionH relativeFrom="column">
                <wp:posOffset>-379095</wp:posOffset>
              </wp:positionH>
              <wp:positionV relativeFrom="paragraph">
                <wp:posOffset>-186691</wp:posOffset>
              </wp:positionV>
              <wp:extent cx="6860540" cy="487045"/>
              <wp:effectExtent l="0" t="0" r="0" b="8255"/>
              <wp:wrapNone/>
              <wp:docPr id="3" name="Groupe 3"/>
              <wp:cNvGraphicFramePr/>
              <a:graphic xmlns:a="http://schemas.openxmlformats.org/drawingml/2006/main">
                <a:graphicData uri="http://schemas.microsoft.com/office/word/2010/wordprocessingGroup">
                  <wpg:wgp>
                    <wpg:cNvGrpSpPr/>
                    <wpg:grpSpPr>
                      <a:xfrm>
                        <a:off x="0" y="0"/>
                        <a:ext cx="6860540" cy="487045"/>
                        <a:chOff x="0" y="0"/>
                        <a:chExt cx="6861092" cy="487568"/>
                      </a:xfrm>
                    </wpg:grpSpPr>
                    <pic:pic xmlns:pic="http://schemas.openxmlformats.org/drawingml/2006/picture">
                      <pic:nvPicPr>
                        <pic:cNvPr id="4" name="Imag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8699" cy="487568"/>
                        </a:xfrm>
                        <a:prstGeom prst="rect">
                          <a:avLst/>
                        </a:prstGeom>
                        <a:noFill/>
                        <a:ln>
                          <a:noFill/>
                        </a:ln>
                      </pic:spPr>
                    </pic:pic>
                    <pic:pic xmlns:pic="http://schemas.openxmlformats.org/drawingml/2006/picture">
                      <pic:nvPicPr>
                        <pic:cNvPr id="5" name="Imag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524292" y="1157"/>
                          <a:ext cx="2336800" cy="486410"/>
                        </a:xfrm>
                        <a:prstGeom prst="rect">
                          <a:avLst/>
                        </a:prstGeom>
                      </pic:spPr>
                    </pic:pic>
                  </wpg:wgp>
                </a:graphicData>
              </a:graphic>
              <wp14:sizeRelV relativeFrom="margin">
                <wp14:pctHeight>0</wp14:pctHeight>
              </wp14:sizeRelV>
            </wp:anchor>
          </w:drawing>
        </mc:Choice>
        <mc:Fallback>
          <w:pict>
            <v:group w14:anchorId="4924A262" id="Groupe 3" o:spid="_x0000_s1026" style="position:absolute;margin-left:-29.85pt;margin-top:-14.7pt;width:540.2pt;height:38.35pt;z-index:251661312;mso-height-relative:margin" coordsize="68610,4875"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15186;height:4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">
                <v:imagedata r:id="rId3" o:title=""/>
                <v:path arrowok="t"/>
              </v:shape>
              <v:shape id="Image 5" o:spid="_x0000_s1028" type="#_x0000_t75" style="position:absolute;left:45242;top:11;width:23368;height:4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">
                <v:imagedata r:id="rId4" o:title=""/>
                <v:path arrowok="t"/>
              </v:shape>
            </v:group>
          </w:pict>
        </mc:Fallback>
      </mc:AlternateContent>
    </w:r>
  </w:p>
  <w:p w14:paraId="77D63D6B" w14:textId="3E7C54A6" w:rsidR="0087564A" w:rsidRDefault="00E82432" w:rsidP="002E5A29">
    <w:pPr>
      <w:pStyle w:val="En-tte"/>
      <w:spacing w:line="280" w:lineRule="exact"/>
    </w:pPr>
    <w:r>
      <w:rPr>
        <w:noProof/>
        <w:lang w:eastAsia="fr-FR"/>
      </w:rPr>
      <w:drawing>
        <wp:anchor distT="0" distB="0" distL="114300" distR="114300" simplePos="0" relativeHeight="251659264" behindDoc="0" locked="0" layoutInCell="1" allowOverlap="1" wp14:anchorId="589C0B7B" wp14:editId="3BC2B36A">
          <wp:simplePos x="0" y="0"/>
          <wp:positionH relativeFrom="margin">
            <wp:posOffset>4023360</wp:posOffset>
          </wp:positionH>
          <wp:positionV relativeFrom="margin">
            <wp:posOffset>-2577493</wp:posOffset>
          </wp:positionV>
          <wp:extent cx="2341245" cy="487680"/>
          <wp:effectExtent l="0" t="0" r="1905" b="762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41245" cy="487680"/>
                  </a:xfrm>
                  <a:prstGeom prst="rect">
                    <a:avLst/>
                  </a:prstGeom>
                  <a:noFill/>
                </pic:spPr>
              </pic:pic>
            </a:graphicData>
          </a:graphic>
          <wp14:sizeRelH relativeFrom="page">
            <wp14:pctWidth>0</wp14:pctWidth>
          </wp14:sizeRelH>
          <wp14:sizeRelV relativeFrom="page">
            <wp14:pctHeight>0</wp14:pctHeight>
          </wp14:sizeRelV>
        </wp:anchor>
      </w:drawing>
    </w:r>
  </w:p>
  <w:p w14:paraId="292E4AF8" w14:textId="11127DC3" w:rsidR="002E5A29" w:rsidRPr="00436B9C" w:rsidRDefault="002E5A29" w:rsidP="002E5A29">
    <w:pPr>
      <w:pStyle w:val="En-tte"/>
      <w:spacing w:line="28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1E4"/>
    <w:rsid w:val="000114C6"/>
    <w:rsid w:val="00022E28"/>
    <w:rsid w:val="00051F22"/>
    <w:rsid w:val="00060EEF"/>
    <w:rsid w:val="00063773"/>
    <w:rsid w:val="00084765"/>
    <w:rsid w:val="00090957"/>
    <w:rsid w:val="000C4583"/>
    <w:rsid w:val="000C711B"/>
    <w:rsid w:val="000D5811"/>
    <w:rsid w:val="000E3333"/>
    <w:rsid w:val="000F6B2E"/>
    <w:rsid w:val="0012397B"/>
    <w:rsid w:val="001445E3"/>
    <w:rsid w:val="00161D36"/>
    <w:rsid w:val="00161DA2"/>
    <w:rsid w:val="001A0715"/>
    <w:rsid w:val="001E6CFD"/>
    <w:rsid w:val="001F38B8"/>
    <w:rsid w:val="002019AB"/>
    <w:rsid w:val="0022180D"/>
    <w:rsid w:val="0026387A"/>
    <w:rsid w:val="002913D1"/>
    <w:rsid w:val="002A77BE"/>
    <w:rsid w:val="002B4EDF"/>
    <w:rsid w:val="002C1A2B"/>
    <w:rsid w:val="002D7555"/>
    <w:rsid w:val="002E0EB3"/>
    <w:rsid w:val="002E5A29"/>
    <w:rsid w:val="002F348F"/>
    <w:rsid w:val="002F3FB0"/>
    <w:rsid w:val="003018D8"/>
    <w:rsid w:val="00307881"/>
    <w:rsid w:val="0036102E"/>
    <w:rsid w:val="00370CC5"/>
    <w:rsid w:val="00397BF1"/>
    <w:rsid w:val="003B64CF"/>
    <w:rsid w:val="003C0B9A"/>
    <w:rsid w:val="003C7C34"/>
    <w:rsid w:val="004031AD"/>
    <w:rsid w:val="00405945"/>
    <w:rsid w:val="00412B40"/>
    <w:rsid w:val="00420E88"/>
    <w:rsid w:val="0042108A"/>
    <w:rsid w:val="00436B9C"/>
    <w:rsid w:val="004454A7"/>
    <w:rsid w:val="004535B7"/>
    <w:rsid w:val="00462092"/>
    <w:rsid w:val="00481F50"/>
    <w:rsid w:val="004901F4"/>
    <w:rsid w:val="004971BD"/>
    <w:rsid w:val="004F15B0"/>
    <w:rsid w:val="00505233"/>
    <w:rsid w:val="00507396"/>
    <w:rsid w:val="005232F9"/>
    <w:rsid w:val="0053298C"/>
    <w:rsid w:val="00550AF2"/>
    <w:rsid w:val="00567D81"/>
    <w:rsid w:val="0057028C"/>
    <w:rsid w:val="005766F2"/>
    <w:rsid w:val="00586542"/>
    <w:rsid w:val="0059207F"/>
    <w:rsid w:val="005971E4"/>
    <w:rsid w:val="005B44AB"/>
    <w:rsid w:val="005B5A43"/>
    <w:rsid w:val="005B7251"/>
    <w:rsid w:val="005E7828"/>
    <w:rsid w:val="006177F6"/>
    <w:rsid w:val="00620434"/>
    <w:rsid w:val="00640112"/>
    <w:rsid w:val="00657B57"/>
    <w:rsid w:val="00681F64"/>
    <w:rsid w:val="00686D24"/>
    <w:rsid w:val="0069011D"/>
    <w:rsid w:val="006940ED"/>
    <w:rsid w:val="006A43B0"/>
    <w:rsid w:val="006A73A9"/>
    <w:rsid w:val="006B108E"/>
    <w:rsid w:val="006B12AB"/>
    <w:rsid w:val="006C296F"/>
    <w:rsid w:val="006D2E36"/>
    <w:rsid w:val="006F14D1"/>
    <w:rsid w:val="006F291F"/>
    <w:rsid w:val="006F538E"/>
    <w:rsid w:val="007270E0"/>
    <w:rsid w:val="00736000"/>
    <w:rsid w:val="00753E69"/>
    <w:rsid w:val="00762187"/>
    <w:rsid w:val="00762D0A"/>
    <w:rsid w:val="00767FE3"/>
    <w:rsid w:val="00786344"/>
    <w:rsid w:val="007A3D50"/>
    <w:rsid w:val="007A4C7B"/>
    <w:rsid w:val="007A6549"/>
    <w:rsid w:val="0081471A"/>
    <w:rsid w:val="00820FB2"/>
    <w:rsid w:val="008229C0"/>
    <w:rsid w:val="0087564A"/>
    <w:rsid w:val="008A0E3C"/>
    <w:rsid w:val="008C158B"/>
    <w:rsid w:val="008C7F3B"/>
    <w:rsid w:val="008D77DD"/>
    <w:rsid w:val="00905643"/>
    <w:rsid w:val="009167B1"/>
    <w:rsid w:val="00942897"/>
    <w:rsid w:val="00971591"/>
    <w:rsid w:val="00972F55"/>
    <w:rsid w:val="009732B5"/>
    <w:rsid w:val="009764FA"/>
    <w:rsid w:val="00977EA0"/>
    <w:rsid w:val="00981B46"/>
    <w:rsid w:val="00994F9D"/>
    <w:rsid w:val="009A4E8B"/>
    <w:rsid w:val="009B5827"/>
    <w:rsid w:val="009C4384"/>
    <w:rsid w:val="009F0950"/>
    <w:rsid w:val="00A124F9"/>
    <w:rsid w:val="00A212E9"/>
    <w:rsid w:val="00A216C0"/>
    <w:rsid w:val="00A33DCB"/>
    <w:rsid w:val="00A456AC"/>
    <w:rsid w:val="00A54B54"/>
    <w:rsid w:val="00A67D96"/>
    <w:rsid w:val="00A76DFD"/>
    <w:rsid w:val="00A91E76"/>
    <w:rsid w:val="00AC318C"/>
    <w:rsid w:val="00AD52B6"/>
    <w:rsid w:val="00AF01DA"/>
    <w:rsid w:val="00AF7B4B"/>
    <w:rsid w:val="00B06B00"/>
    <w:rsid w:val="00B20342"/>
    <w:rsid w:val="00B24A66"/>
    <w:rsid w:val="00B31AB9"/>
    <w:rsid w:val="00B46D28"/>
    <w:rsid w:val="00B505CC"/>
    <w:rsid w:val="00B57222"/>
    <w:rsid w:val="00B9798B"/>
    <w:rsid w:val="00BA01A7"/>
    <w:rsid w:val="00BA5D88"/>
    <w:rsid w:val="00BB13E5"/>
    <w:rsid w:val="00BD2278"/>
    <w:rsid w:val="00BE3C80"/>
    <w:rsid w:val="00C04A3D"/>
    <w:rsid w:val="00C074F8"/>
    <w:rsid w:val="00C10793"/>
    <w:rsid w:val="00C30949"/>
    <w:rsid w:val="00C42BE4"/>
    <w:rsid w:val="00C543FF"/>
    <w:rsid w:val="00C6053A"/>
    <w:rsid w:val="00C82713"/>
    <w:rsid w:val="00C840F8"/>
    <w:rsid w:val="00CB3131"/>
    <w:rsid w:val="00CE66AE"/>
    <w:rsid w:val="00D103A3"/>
    <w:rsid w:val="00D34776"/>
    <w:rsid w:val="00D45B22"/>
    <w:rsid w:val="00D45B3A"/>
    <w:rsid w:val="00D555A4"/>
    <w:rsid w:val="00D67874"/>
    <w:rsid w:val="00D85F41"/>
    <w:rsid w:val="00D879FA"/>
    <w:rsid w:val="00DB19C3"/>
    <w:rsid w:val="00DB2103"/>
    <w:rsid w:val="00DB391C"/>
    <w:rsid w:val="00DF66AA"/>
    <w:rsid w:val="00E02555"/>
    <w:rsid w:val="00E2487C"/>
    <w:rsid w:val="00E34CFC"/>
    <w:rsid w:val="00E4654E"/>
    <w:rsid w:val="00E51BD7"/>
    <w:rsid w:val="00E66071"/>
    <w:rsid w:val="00E772BA"/>
    <w:rsid w:val="00E82432"/>
    <w:rsid w:val="00E8652E"/>
    <w:rsid w:val="00E90517"/>
    <w:rsid w:val="00EB3FE0"/>
    <w:rsid w:val="00ED09B1"/>
    <w:rsid w:val="00ED1930"/>
    <w:rsid w:val="00EE0DA7"/>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11BA950"/>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character" w:styleId="Marquedecommentaire">
    <w:name w:val="annotation reference"/>
    <w:basedOn w:val="Policepardfaut"/>
    <w:uiPriority w:val="99"/>
    <w:semiHidden/>
    <w:unhideWhenUsed/>
    <w:rsid w:val="00060EEF"/>
    <w:rPr>
      <w:sz w:val="16"/>
      <w:szCs w:val="16"/>
    </w:rPr>
  </w:style>
  <w:style w:type="paragraph" w:styleId="Commentaire">
    <w:name w:val="annotation text"/>
    <w:basedOn w:val="Normal"/>
    <w:link w:val="CommentaireCar"/>
    <w:uiPriority w:val="99"/>
    <w:semiHidden/>
    <w:unhideWhenUsed/>
    <w:rsid w:val="00060EEF"/>
    <w:pPr>
      <w:spacing w:line="240" w:lineRule="auto"/>
    </w:pPr>
  </w:style>
  <w:style w:type="character" w:customStyle="1" w:styleId="CommentaireCar">
    <w:name w:val="Commentaire Car"/>
    <w:basedOn w:val="Policepardfaut"/>
    <w:link w:val="Commentaire"/>
    <w:uiPriority w:val="99"/>
    <w:semiHidden/>
    <w:rsid w:val="00060EEF"/>
  </w:style>
  <w:style w:type="paragraph" w:styleId="Objetducommentaire">
    <w:name w:val="annotation subject"/>
    <w:basedOn w:val="Commentaire"/>
    <w:next w:val="Commentaire"/>
    <w:link w:val="ObjetducommentaireCar"/>
    <w:uiPriority w:val="99"/>
    <w:semiHidden/>
    <w:unhideWhenUsed/>
    <w:rsid w:val="00060EEF"/>
    <w:rPr>
      <w:b/>
      <w:bCs/>
    </w:rPr>
  </w:style>
  <w:style w:type="character" w:customStyle="1" w:styleId="ObjetducommentaireCar">
    <w:name w:val="Objet du commentaire Car"/>
    <w:basedOn w:val="CommentaireCar"/>
    <w:link w:val="Objetducommentaire"/>
    <w:uiPriority w:val="99"/>
    <w:semiHidden/>
    <w:rsid w:val="00060EEF"/>
    <w:rPr>
      <w:b/>
      <w:bCs/>
    </w:rPr>
  </w:style>
  <w:style w:type="paragraph" w:styleId="Notedebasdepage">
    <w:name w:val="footnote text"/>
    <w:basedOn w:val="Normal"/>
    <w:link w:val="NotedebasdepageCar"/>
    <w:uiPriority w:val="99"/>
    <w:semiHidden/>
    <w:unhideWhenUsed/>
    <w:rsid w:val="00022E28"/>
    <w:pPr>
      <w:spacing w:line="240" w:lineRule="auto"/>
    </w:pPr>
  </w:style>
  <w:style w:type="character" w:customStyle="1" w:styleId="NotedebasdepageCar">
    <w:name w:val="Note de bas de page Car"/>
    <w:basedOn w:val="Policepardfaut"/>
    <w:link w:val="Notedebasdepage"/>
    <w:uiPriority w:val="99"/>
    <w:semiHidden/>
    <w:rsid w:val="00022E28"/>
  </w:style>
  <w:style w:type="character" w:styleId="Appelnotedebasdep">
    <w:name w:val="footnote reference"/>
    <w:basedOn w:val="Policepardfaut"/>
    <w:uiPriority w:val="99"/>
    <w:semiHidden/>
    <w:unhideWhenUsed/>
    <w:rsid w:val="00022E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7E464-BE34-40B0-9003-B99EA2C63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1</TotalTime>
  <Pages>1</Pages>
  <Words>236</Words>
  <Characters>1300</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SCAZZOLA MUSCAT Christel</cp:lastModifiedBy>
  <cp:revision>2</cp:revision>
  <cp:lastPrinted>2024-03-14T12:43:00Z</cp:lastPrinted>
  <dcterms:created xsi:type="dcterms:W3CDTF">2025-06-20T08:21:00Z</dcterms:created>
  <dcterms:modified xsi:type="dcterms:W3CDTF">2025-06-20T08:21:00Z</dcterms:modified>
</cp:coreProperties>
</file>